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59C07D3C" w:rsidR="00F862D6" w:rsidRPr="003E6B9A" w:rsidRDefault="009D238E" w:rsidP="0037111D">
            <w:r w:rsidRPr="009D238E">
              <w:rPr>
                <w:rFonts w:ascii="Helvetica" w:hAnsi="Helvetica"/>
              </w:rPr>
              <w:t>7681/2024-SŽ-SSV-Ú3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8F3F6A" w14:paraId="2C33C41A" w14:textId="77777777" w:rsidTr="00F862D6">
        <w:tc>
          <w:tcPr>
            <w:tcW w:w="1020" w:type="dxa"/>
          </w:tcPr>
          <w:p w14:paraId="3534520F" w14:textId="7D1CCAFB" w:rsidR="008F3F6A" w:rsidRPr="00291CDF" w:rsidRDefault="008F3F6A" w:rsidP="008F3F6A">
            <w:r w:rsidRPr="00291CDF">
              <w:t>Listů/příloh</w:t>
            </w:r>
          </w:p>
        </w:tc>
        <w:tc>
          <w:tcPr>
            <w:tcW w:w="2552" w:type="dxa"/>
          </w:tcPr>
          <w:p w14:paraId="333CD487" w14:textId="00B2053C" w:rsidR="008F3F6A" w:rsidRPr="00291CDF" w:rsidRDefault="00291CDF" w:rsidP="008F3F6A">
            <w:r w:rsidRPr="00291CDF">
              <w:t>1</w:t>
            </w:r>
            <w:r w:rsidR="008F3F6A" w:rsidRPr="00291CDF">
              <w:t>/</w:t>
            </w:r>
            <w:r w:rsidRPr="00291CDF">
              <w:t>0</w:t>
            </w:r>
          </w:p>
        </w:tc>
        <w:tc>
          <w:tcPr>
            <w:tcW w:w="823" w:type="dxa"/>
          </w:tcPr>
          <w:p w14:paraId="3FB21908" w14:textId="77777777" w:rsidR="008F3F6A" w:rsidRDefault="008F3F6A" w:rsidP="008F3F6A"/>
        </w:tc>
        <w:tc>
          <w:tcPr>
            <w:tcW w:w="3685" w:type="dxa"/>
            <w:vMerge/>
          </w:tcPr>
          <w:p w14:paraId="2E772784" w14:textId="77777777" w:rsidR="008F3F6A" w:rsidRDefault="008F3F6A" w:rsidP="008F3F6A">
            <w:pPr>
              <w:rPr>
                <w:noProof/>
              </w:rPr>
            </w:pPr>
          </w:p>
        </w:tc>
      </w:tr>
      <w:tr w:rsidR="008F3F6A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8F3F6A" w:rsidRDefault="008F3F6A" w:rsidP="008F3F6A"/>
        </w:tc>
        <w:tc>
          <w:tcPr>
            <w:tcW w:w="2552" w:type="dxa"/>
          </w:tcPr>
          <w:p w14:paraId="133F3BF2" w14:textId="77777777" w:rsidR="008F3F6A" w:rsidRPr="003E6B9A" w:rsidRDefault="008F3F6A" w:rsidP="008F3F6A"/>
        </w:tc>
        <w:tc>
          <w:tcPr>
            <w:tcW w:w="823" w:type="dxa"/>
          </w:tcPr>
          <w:p w14:paraId="7BEB7C0A" w14:textId="77777777" w:rsidR="008F3F6A" w:rsidRDefault="008F3F6A" w:rsidP="008F3F6A"/>
        </w:tc>
        <w:tc>
          <w:tcPr>
            <w:tcW w:w="3685" w:type="dxa"/>
            <w:vMerge/>
          </w:tcPr>
          <w:p w14:paraId="140296A1" w14:textId="77777777" w:rsidR="008F3F6A" w:rsidRDefault="008F3F6A" w:rsidP="008F3F6A"/>
        </w:tc>
      </w:tr>
      <w:tr w:rsidR="008F3F6A" w14:paraId="5237532F" w14:textId="77777777" w:rsidTr="00F862D6">
        <w:tc>
          <w:tcPr>
            <w:tcW w:w="1020" w:type="dxa"/>
          </w:tcPr>
          <w:p w14:paraId="7759C605" w14:textId="7D18B7F3" w:rsidR="008F3F6A" w:rsidRDefault="008F3F6A" w:rsidP="008F3F6A">
            <w:r>
              <w:t>Vyřizuje</w:t>
            </w:r>
          </w:p>
        </w:tc>
        <w:tc>
          <w:tcPr>
            <w:tcW w:w="2552" w:type="dxa"/>
          </w:tcPr>
          <w:p w14:paraId="4A0EADDE" w14:textId="3855EEFF" w:rsidR="008F3F6A" w:rsidRPr="003E6B9A" w:rsidRDefault="008F3F6A" w:rsidP="008F3F6A">
            <w:r w:rsidRPr="007A6B52">
              <w:t>Ing. Radomíra Rečková</w:t>
            </w:r>
          </w:p>
        </w:tc>
        <w:tc>
          <w:tcPr>
            <w:tcW w:w="823" w:type="dxa"/>
          </w:tcPr>
          <w:p w14:paraId="303107D3" w14:textId="77777777" w:rsidR="008F3F6A" w:rsidRDefault="008F3F6A" w:rsidP="008F3F6A"/>
        </w:tc>
        <w:tc>
          <w:tcPr>
            <w:tcW w:w="3685" w:type="dxa"/>
            <w:vMerge/>
          </w:tcPr>
          <w:p w14:paraId="6405EBE3" w14:textId="77777777" w:rsidR="008F3F6A" w:rsidRDefault="008F3F6A" w:rsidP="008F3F6A"/>
        </w:tc>
      </w:tr>
      <w:tr w:rsidR="008F3F6A" w14:paraId="192D4EE6" w14:textId="77777777" w:rsidTr="00F862D6">
        <w:tc>
          <w:tcPr>
            <w:tcW w:w="1020" w:type="dxa"/>
          </w:tcPr>
          <w:p w14:paraId="2F7F053F" w14:textId="77777777" w:rsidR="008F3F6A" w:rsidRDefault="008F3F6A" w:rsidP="008F3F6A"/>
        </w:tc>
        <w:tc>
          <w:tcPr>
            <w:tcW w:w="2552" w:type="dxa"/>
          </w:tcPr>
          <w:p w14:paraId="36F90D31" w14:textId="77777777" w:rsidR="008F3F6A" w:rsidRPr="003E6B9A" w:rsidRDefault="008F3F6A" w:rsidP="008F3F6A"/>
        </w:tc>
        <w:tc>
          <w:tcPr>
            <w:tcW w:w="823" w:type="dxa"/>
          </w:tcPr>
          <w:p w14:paraId="0B7BD956" w14:textId="77777777" w:rsidR="008F3F6A" w:rsidRDefault="008F3F6A" w:rsidP="008F3F6A"/>
        </w:tc>
        <w:tc>
          <w:tcPr>
            <w:tcW w:w="3685" w:type="dxa"/>
            <w:vMerge/>
          </w:tcPr>
          <w:p w14:paraId="294D6520" w14:textId="77777777" w:rsidR="008F3F6A" w:rsidRDefault="008F3F6A" w:rsidP="008F3F6A"/>
        </w:tc>
      </w:tr>
      <w:tr w:rsidR="008F3F6A" w14:paraId="635DFF9F" w14:textId="77777777" w:rsidTr="00F862D6">
        <w:tc>
          <w:tcPr>
            <w:tcW w:w="1020" w:type="dxa"/>
          </w:tcPr>
          <w:p w14:paraId="7A3891F6" w14:textId="4E6AD14E" w:rsidR="008F3F6A" w:rsidRDefault="008F3F6A" w:rsidP="008F3F6A">
            <w:r>
              <w:t>Mobil</w:t>
            </w:r>
          </w:p>
        </w:tc>
        <w:tc>
          <w:tcPr>
            <w:tcW w:w="2552" w:type="dxa"/>
          </w:tcPr>
          <w:p w14:paraId="67448459" w14:textId="72EC6C88" w:rsidR="008F3F6A" w:rsidRPr="003E6B9A" w:rsidRDefault="008F3F6A" w:rsidP="008F3F6A">
            <w:r w:rsidRPr="007A6B52">
              <w:t>+420 725 744 197</w:t>
            </w:r>
          </w:p>
        </w:tc>
        <w:tc>
          <w:tcPr>
            <w:tcW w:w="823" w:type="dxa"/>
          </w:tcPr>
          <w:p w14:paraId="4A963F72" w14:textId="77777777" w:rsidR="008F3F6A" w:rsidRDefault="008F3F6A" w:rsidP="008F3F6A"/>
        </w:tc>
        <w:tc>
          <w:tcPr>
            <w:tcW w:w="3685" w:type="dxa"/>
            <w:vMerge/>
          </w:tcPr>
          <w:p w14:paraId="010CCE96" w14:textId="77777777" w:rsidR="008F3F6A" w:rsidRDefault="008F3F6A" w:rsidP="008F3F6A"/>
        </w:tc>
      </w:tr>
      <w:tr w:rsidR="008F3F6A" w14:paraId="2250880D" w14:textId="77777777" w:rsidTr="00F862D6">
        <w:tc>
          <w:tcPr>
            <w:tcW w:w="1020" w:type="dxa"/>
          </w:tcPr>
          <w:p w14:paraId="28245A45" w14:textId="45FE9BBB" w:rsidR="008F3F6A" w:rsidRDefault="008F3F6A" w:rsidP="008F3F6A">
            <w:r>
              <w:t>E-mail</w:t>
            </w:r>
          </w:p>
        </w:tc>
        <w:tc>
          <w:tcPr>
            <w:tcW w:w="2552" w:type="dxa"/>
          </w:tcPr>
          <w:p w14:paraId="15A7D067" w14:textId="53A93AC3" w:rsidR="008F3F6A" w:rsidRPr="003E6B9A" w:rsidRDefault="008F3F6A" w:rsidP="008F3F6A">
            <w:r w:rsidRPr="007A6B52">
              <w:t>Reckova@spravazeleznic.cz</w:t>
            </w:r>
          </w:p>
        </w:tc>
        <w:tc>
          <w:tcPr>
            <w:tcW w:w="823" w:type="dxa"/>
          </w:tcPr>
          <w:p w14:paraId="61F2AFE5" w14:textId="77777777" w:rsidR="008F3F6A" w:rsidRDefault="008F3F6A" w:rsidP="008F3F6A"/>
        </w:tc>
        <w:tc>
          <w:tcPr>
            <w:tcW w:w="3685" w:type="dxa"/>
            <w:vMerge/>
          </w:tcPr>
          <w:p w14:paraId="3652D20A" w14:textId="77777777" w:rsidR="008F3F6A" w:rsidRDefault="008F3F6A" w:rsidP="008F3F6A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13FC6EC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24BD9">
              <w:rPr>
                <w:noProof/>
              </w:rPr>
              <w:t>11.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B9EF449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1219AB">
        <w:rPr>
          <w:rFonts w:eastAsia="Calibri" w:cs="Times New Roman"/>
          <w:lang w:eastAsia="cs-CZ"/>
        </w:rPr>
        <w:t>2</w:t>
      </w:r>
    </w:p>
    <w:p w14:paraId="25C6ADAC" w14:textId="4D31C71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8F3F6A" w:rsidRPr="008F3F6A">
        <w:rPr>
          <w:rFonts w:eastAsia="Calibri" w:cs="Times New Roman"/>
          <w:b/>
          <w:bCs/>
          <w:lang w:eastAsia="cs-CZ"/>
        </w:rPr>
        <w:t>Výstavba mechanizačního střediska Český Těšín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394CD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812DC04" w14:textId="77777777" w:rsidR="001219AB" w:rsidRDefault="001219AB" w:rsidP="001219AB">
      <w:pPr>
        <w:pStyle w:val="Default"/>
      </w:pPr>
    </w:p>
    <w:p w14:paraId="4A0B05F3" w14:textId="0908BFBB" w:rsidR="00310FD1" w:rsidRPr="00015F4C" w:rsidRDefault="001219AB" w:rsidP="00394CD8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504ECB">
        <w:rPr>
          <w:rFonts w:eastAsia="Times New Roman" w:cs="Times New Roman"/>
          <w:lang w:eastAsia="cs-CZ"/>
        </w:rPr>
        <w:t xml:space="preserve">Zadavatel </w:t>
      </w:r>
      <w:r w:rsidRPr="00504ECB">
        <w:rPr>
          <w:rFonts w:eastAsia="Calibri" w:cs="Times New Roman"/>
          <w:lang w:eastAsia="cs-CZ"/>
        </w:rPr>
        <w:t xml:space="preserve">tímto sděluje, že </w:t>
      </w:r>
      <w:r w:rsidR="00994716" w:rsidRPr="00504ECB">
        <w:rPr>
          <w:rFonts w:eastAsia="Calibri" w:cs="Times New Roman"/>
          <w:lang w:eastAsia="cs-CZ"/>
        </w:rPr>
        <w:t xml:space="preserve">na základě </w:t>
      </w:r>
      <w:r w:rsidRPr="00504ECB">
        <w:rPr>
          <w:rFonts w:eastAsia="Calibri" w:cs="Times New Roman"/>
          <w:lang w:eastAsia="cs-CZ"/>
        </w:rPr>
        <w:t>D</w:t>
      </w:r>
      <w:r w:rsidRPr="00504ECB">
        <w:t>otaz</w:t>
      </w:r>
      <w:r w:rsidR="00994716" w:rsidRPr="00504ECB">
        <w:t>ů</w:t>
      </w:r>
      <w:r w:rsidRPr="00504ECB">
        <w:t xml:space="preserve"> č. 2 – 28, které obdržel ve dnech </w:t>
      </w:r>
      <w:r w:rsidR="00015F4C" w:rsidRPr="00504ECB">
        <w:t xml:space="preserve">3. – 10. 7. 2024, </w:t>
      </w:r>
      <w:r w:rsidR="00994716" w:rsidRPr="00504ECB">
        <w:t xml:space="preserve">přistoupil </w:t>
      </w:r>
      <w:r w:rsidR="00994716" w:rsidRPr="00504ECB">
        <w:rPr>
          <w:rFonts w:eastAsia="Calibri" w:cs="Times New Roman"/>
          <w:lang w:eastAsia="cs-CZ"/>
        </w:rPr>
        <w:t xml:space="preserve">k celkovému prověření soupisů prací. Uvedené dotazy </w:t>
      </w:r>
      <w:r w:rsidRPr="00504ECB">
        <w:t>bud</w:t>
      </w:r>
      <w:r w:rsidR="00015F4C" w:rsidRPr="00504ECB">
        <w:t>ou</w:t>
      </w:r>
      <w:r w:rsidRPr="00504ECB">
        <w:t xml:space="preserve"> zodpovězen</w:t>
      </w:r>
      <w:r w:rsidR="00015F4C" w:rsidRPr="00504ECB">
        <w:t>y</w:t>
      </w:r>
      <w:r w:rsidRPr="00504ECB">
        <w:t xml:space="preserve"> v náhradním termínu</w:t>
      </w:r>
      <w:r w:rsidR="00994716" w:rsidRPr="00504ECB">
        <w:t xml:space="preserve">, </w:t>
      </w:r>
      <w:r w:rsidRPr="00504ECB">
        <w:t xml:space="preserve">přičemž </w:t>
      </w:r>
      <w:r w:rsidR="00994716" w:rsidRPr="00504ECB">
        <w:t xml:space="preserve">bude </w:t>
      </w:r>
      <w:r w:rsidR="00015F4C" w:rsidRPr="00504ECB">
        <w:t xml:space="preserve">adekvátně </w:t>
      </w:r>
      <w:r w:rsidRPr="00504ECB">
        <w:t>posunuta lhůta pro podání nabídek.</w:t>
      </w:r>
    </w:p>
    <w:p w14:paraId="4F552FD1" w14:textId="77777777" w:rsidR="00310FD1" w:rsidRDefault="00310FD1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6E4DA1C" w14:textId="77777777" w:rsidR="00310FD1" w:rsidRDefault="00310FD1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C64C107" w14:textId="38B92496" w:rsidR="00291CDF" w:rsidRPr="00DD66BF" w:rsidRDefault="00291CDF" w:rsidP="00291CDF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DD66BF">
        <w:rPr>
          <w:rFonts w:ascii="Verdana" w:eastAsia="Times New Roman" w:hAnsi="Verdana" w:cs="Times New Roman"/>
          <w:lang w:eastAsia="cs-CZ"/>
        </w:rPr>
        <w:t xml:space="preserve">Vzhledem ke skutečnosti, že zadavatel připravuje provedení </w:t>
      </w:r>
      <w:r w:rsidRPr="00DD66BF">
        <w:rPr>
          <w:rFonts w:ascii="Verdana" w:eastAsia="Times New Roman" w:hAnsi="Verdana" w:cs="Times New Roman"/>
          <w:b/>
          <w:bCs/>
          <w:lang w:eastAsia="cs-CZ"/>
        </w:rPr>
        <w:t>změny/doplnění zadávací dokumentace</w:t>
      </w:r>
      <w:r w:rsidRPr="00DD66BF">
        <w:rPr>
          <w:rFonts w:ascii="Verdana" w:eastAsia="Times New Roman" w:hAnsi="Verdana" w:cs="Times New Roman"/>
          <w:lang w:eastAsia="cs-CZ"/>
        </w:rPr>
        <w:t xml:space="preserve">, postupuje zadavatel v souladu s ust. § 99 odst. 2 ZZVZ a prodlužuje lhůtu pro podání nabídek ze dne </w:t>
      </w:r>
      <w:r w:rsidRPr="00DD66BF">
        <w:rPr>
          <w:rFonts w:ascii="Verdana" w:eastAsia="Times New Roman" w:hAnsi="Verdana" w:cs="Times New Roman"/>
          <w:b/>
          <w:bCs/>
          <w:lang w:eastAsia="cs-CZ"/>
        </w:rPr>
        <w:t>18. 7. 2024</w:t>
      </w:r>
      <w:r w:rsidRPr="00DD66BF">
        <w:rPr>
          <w:rFonts w:ascii="Verdana" w:eastAsia="Times New Roman" w:hAnsi="Verdana" w:cs="Times New Roman"/>
          <w:lang w:eastAsia="cs-CZ"/>
        </w:rPr>
        <w:t xml:space="preserve"> na den </w:t>
      </w:r>
      <w:bookmarkStart w:id="1" w:name="_Hlk171584771"/>
      <w:r w:rsidR="00DD66BF" w:rsidRPr="00DD66BF">
        <w:rPr>
          <w:rFonts w:ascii="Verdana" w:eastAsia="Times New Roman" w:hAnsi="Verdana" w:cs="Times New Roman"/>
          <w:b/>
          <w:bCs/>
          <w:lang w:eastAsia="cs-CZ"/>
        </w:rPr>
        <w:t>1</w:t>
      </w:r>
      <w:r w:rsidR="00D24BD9">
        <w:rPr>
          <w:rFonts w:ascii="Verdana" w:eastAsia="Times New Roman" w:hAnsi="Verdana" w:cs="Times New Roman"/>
          <w:b/>
          <w:bCs/>
          <w:lang w:eastAsia="cs-CZ"/>
        </w:rPr>
        <w:t>2</w:t>
      </w:r>
      <w:r w:rsidRPr="00DD66BF">
        <w:rPr>
          <w:rFonts w:ascii="Verdana" w:eastAsia="Times New Roman" w:hAnsi="Verdana" w:cs="Times New Roman"/>
          <w:b/>
          <w:bCs/>
          <w:lang w:eastAsia="cs-CZ"/>
        </w:rPr>
        <w:t>. 8. 2024</w:t>
      </w:r>
      <w:bookmarkEnd w:id="1"/>
      <w:r w:rsidRPr="00DD66BF">
        <w:rPr>
          <w:rFonts w:ascii="Verdana" w:eastAsia="Times New Roman" w:hAnsi="Verdana" w:cs="Times New Roman"/>
          <w:lang w:eastAsia="cs-CZ"/>
        </w:rPr>
        <w:t>.</w:t>
      </w:r>
    </w:p>
    <w:p w14:paraId="2BAE0BF9" w14:textId="77777777" w:rsidR="00291CDF" w:rsidRPr="00DD66BF" w:rsidRDefault="00291CDF" w:rsidP="00291CDF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58F6D20B" w14:textId="3911E6A5" w:rsidR="00664163" w:rsidRPr="00DD66BF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D66BF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 w:rsidRPr="00DD66BF">
        <w:rPr>
          <w:rFonts w:eastAsia="Times New Roman" w:cs="Times New Roman"/>
          <w:lang w:eastAsia="cs-CZ"/>
        </w:rPr>
        <w:t>Opravný f</w:t>
      </w:r>
      <w:r w:rsidRPr="00DD66BF">
        <w:rPr>
          <w:rFonts w:eastAsia="Times New Roman" w:cs="Times New Roman"/>
          <w:lang w:eastAsia="cs-CZ"/>
        </w:rPr>
        <w:t xml:space="preserve">ormulář Oznámení </w:t>
      </w:r>
      <w:r w:rsidR="007F626E" w:rsidRPr="00DD66BF">
        <w:rPr>
          <w:rFonts w:eastAsia="Times New Roman" w:cs="Times New Roman"/>
          <w:lang w:eastAsia="cs-CZ"/>
        </w:rPr>
        <w:t xml:space="preserve">o zahájení zadávacího řízení </w:t>
      </w:r>
      <w:r w:rsidRPr="00DD66BF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DD66BF">
          <w:rPr>
            <w:rStyle w:val="Hypertextovodkaz"/>
          </w:rPr>
          <w:t>https://vvz.nipez.cz/</w:t>
        </w:r>
      </w:hyperlink>
      <w:r w:rsidRPr="00DD66BF">
        <w:t xml:space="preserve"> </w:t>
      </w:r>
      <w:r w:rsidRPr="00DD66BF">
        <w:rPr>
          <w:rFonts w:eastAsia="Times New Roman" w:cs="Times New Roman"/>
          <w:lang w:eastAsia="cs-CZ"/>
        </w:rPr>
        <w:t xml:space="preserve"> (evidenční č. VZ: </w:t>
      </w:r>
      <w:r w:rsidR="008F3F6A" w:rsidRPr="00DD66BF">
        <w:rPr>
          <w:rFonts w:eastAsia="Times New Roman" w:cs="Times New Roman"/>
          <w:lang w:eastAsia="cs-CZ"/>
        </w:rPr>
        <w:t>Z2024-027570</w:t>
      </w:r>
      <w:r w:rsidRPr="00DD66BF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DD66BF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DD66BF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Pr="00DD66BF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Pr="00DD66BF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D66BF">
        <w:rPr>
          <w:rFonts w:eastAsia="Times New Roman" w:cs="Times New Roman"/>
          <w:bCs/>
          <w:lang w:eastAsia="cs-CZ"/>
        </w:rPr>
        <w:t>Část</w:t>
      </w:r>
      <w:r w:rsidRPr="00DD66BF"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Pr="00DD66BF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DD66BF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D66BF">
        <w:rPr>
          <w:rFonts w:eastAsia="Times New Roman" w:cs="Times New Roman"/>
          <w:bCs/>
          <w:lang w:eastAsia="cs-CZ"/>
        </w:rPr>
        <w:t>Oddíl</w:t>
      </w:r>
      <w:r w:rsidRPr="00DD66BF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48CE5B40" w14:textId="38E31660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DD66BF">
        <w:rPr>
          <w:rFonts w:eastAsia="Times New Roman" w:cs="Times New Roman"/>
          <w:lang w:eastAsia="cs-CZ"/>
        </w:rPr>
        <w:t xml:space="preserve">rušíme datum </w:t>
      </w:r>
      <w:r w:rsidR="008F3F6A" w:rsidRPr="00DD66BF">
        <w:rPr>
          <w:rFonts w:eastAsia="Times New Roman" w:cs="Times New Roman"/>
          <w:lang w:eastAsia="cs-CZ"/>
        </w:rPr>
        <w:t>18. 7. 2024</w:t>
      </w:r>
      <w:r w:rsidRPr="00DD66BF">
        <w:rPr>
          <w:rFonts w:eastAsia="Times New Roman" w:cs="Times New Roman"/>
          <w:lang w:eastAsia="cs-CZ"/>
        </w:rPr>
        <w:t xml:space="preserve"> a </w:t>
      </w:r>
      <w:r w:rsidRPr="00DD66BF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DD66BF" w:rsidRPr="00DD66BF">
        <w:rPr>
          <w:rFonts w:eastAsia="Times New Roman" w:cs="Times New Roman"/>
          <w:b/>
          <w:bCs/>
          <w:color w:val="000000" w:themeColor="text1"/>
          <w:lang w:eastAsia="cs-CZ"/>
        </w:rPr>
        <w:t>1</w:t>
      </w:r>
      <w:r w:rsidR="00D24BD9">
        <w:rPr>
          <w:rFonts w:eastAsia="Times New Roman" w:cs="Times New Roman"/>
          <w:b/>
          <w:bCs/>
          <w:color w:val="000000" w:themeColor="text1"/>
          <w:lang w:eastAsia="cs-CZ"/>
        </w:rPr>
        <w:t>2</w:t>
      </w:r>
      <w:r w:rsidR="00291CDF" w:rsidRPr="00DD66BF">
        <w:rPr>
          <w:rFonts w:eastAsia="Times New Roman" w:cs="Times New Roman"/>
          <w:b/>
          <w:bCs/>
          <w:color w:val="000000" w:themeColor="text1"/>
          <w:lang w:eastAsia="cs-CZ"/>
        </w:rPr>
        <w:t>. 8. 2024</w:t>
      </w:r>
      <w:r w:rsidRPr="00DD66BF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31EE816" w:rsidR="00664163" w:rsidRPr="00291CD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91CDF">
        <w:rPr>
          <w:rFonts w:eastAsia="Calibri" w:cs="Times New Roman"/>
          <w:lang w:eastAsia="cs-CZ"/>
        </w:rPr>
        <w:t xml:space="preserve">V Praze dne </w:t>
      </w:r>
    </w:p>
    <w:p w14:paraId="6F75BA64" w14:textId="77777777" w:rsidR="00664163" w:rsidRPr="00291CD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291CD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291CD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291CD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291CD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291CD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291CDF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291CD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291CDF">
        <w:rPr>
          <w:rFonts w:ascii="Verdana" w:hAnsi="Verdana" w:cs="Verdana"/>
        </w:rPr>
        <w:t>ředitel odboru investičního</w:t>
      </w:r>
    </w:p>
    <w:p w14:paraId="50A8C07C" w14:textId="77777777" w:rsidR="00664163" w:rsidRPr="00291CD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291CDF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291CDF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sectPr w:rsidR="00FC4B86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B5F06" w14:textId="77777777" w:rsidR="00D748ED" w:rsidRDefault="00D748ED" w:rsidP="00962258">
      <w:pPr>
        <w:spacing w:after="0" w:line="240" w:lineRule="auto"/>
      </w:pPr>
      <w:r>
        <w:separator/>
      </w:r>
    </w:p>
  </w:endnote>
  <w:endnote w:type="continuationSeparator" w:id="0">
    <w:p w14:paraId="28135C6C" w14:textId="77777777" w:rsidR="00D748ED" w:rsidRDefault="00D748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8705F" w14:textId="77777777" w:rsidR="00D748ED" w:rsidRDefault="00D748ED" w:rsidP="00962258">
      <w:pPr>
        <w:spacing w:after="0" w:line="240" w:lineRule="auto"/>
      </w:pPr>
      <w:r>
        <w:separator/>
      </w:r>
    </w:p>
  </w:footnote>
  <w:footnote w:type="continuationSeparator" w:id="0">
    <w:p w14:paraId="3A2561CD" w14:textId="77777777" w:rsidR="00D748ED" w:rsidRDefault="00D748E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DDA1B78"/>
    <w:multiLevelType w:val="hybridMultilevel"/>
    <w:tmpl w:val="C98448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7"/>
  </w:num>
  <w:num w:numId="5" w16cid:durableId="1470241154">
    <w:abstractNumId w:val="0"/>
  </w:num>
  <w:num w:numId="6" w16cid:durableId="848255171">
    <w:abstractNumId w:val="6"/>
  </w:num>
  <w:num w:numId="7" w16cid:durableId="218832763">
    <w:abstractNumId w:val="5"/>
  </w:num>
  <w:num w:numId="8" w16cid:durableId="81410266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15F4C"/>
    <w:rsid w:val="00024848"/>
    <w:rsid w:val="00033432"/>
    <w:rsid w:val="000335CC"/>
    <w:rsid w:val="00072C1E"/>
    <w:rsid w:val="0007754D"/>
    <w:rsid w:val="000A4800"/>
    <w:rsid w:val="000B3A82"/>
    <w:rsid w:val="000B6C7E"/>
    <w:rsid w:val="000B7907"/>
    <w:rsid w:val="000C0429"/>
    <w:rsid w:val="000C45E8"/>
    <w:rsid w:val="00114472"/>
    <w:rsid w:val="001219AB"/>
    <w:rsid w:val="00170EC5"/>
    <w:rsid w:val="001747C1"/>
    <w:rsid w:val="0018596A"/>
    <w:rsid w:val="001B69C2"/>
    <w:rsid w:val="001C4DA0"/>
    <w:rsid w:val="0020528D"/>
    <w:rsid w:val="00207DF5"/>
    <w:rsid w:val="00242D7A"/>
    <w:rsid w:val="0024494D"/>
    <w:rsid w:val="00267369"/>
    <w:rsid w:val="0026785D"/>
    <w:rsid w:val="002770FA"/>
    <w:rsid w:val="00280F97"/>
    <w:rsid w:val="00291CDF"/>
    <w:rsid w:val="00296D39"/>
    <w:rsid w:val="002A59FE"/>
    <w:rsid w:val="002C3060"/>
    <w:rsid w:val="002C31BF"/>
    <w:rsid w:val="002E0CD7"/>
    <w:rsid w:val="002F026B"/>
    <w:rsid w:val="002F6783"/>
    <w:rsid w:val="00310FD1"/>
    <w:rsid w:val="00324F8A"/>
    <w:rsid w:val="00335122"/>
    <w:rsid w:val="0035528D"/>
    <w:rsid w:val="00357BC6"/>
    <w:rsid w:val="0037111D"/>
    <w:rsid w:val="003756B9"/>
    <w:rsid w:val="00394CD8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61C7F"/>
    <w:rsid w:val="00465968"/>
    <w:rsid w:val="00477370"/>
    <w:rsid w:val="00486107"/>
    <w:rsid w:val="00487EB6"/>
    <w:rsid w:val="00491827"/>
    <w:rsid w:val="004926B0"/>
    <w:rsid w:val="004A0F75"/>
    <w:rsid w:val="004A7C69"/>
    <w:rsid w:val="004C4399"/>
    <w:rsid w:val="004C69ED"/>
    <w:rsid w:val="004C787C"/>
    <w:rsid w:val="004E1CC0"/>
    <w:rsid w:val="004F4B9B"/>
    <w:rsid w:val="00501654"/>
    <w:rsid w:val="00504ECB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4665"/>
    <w:rsid w:val="005B5EE9"/>
    <w:rsid w:val="006104F6"/>
    <w:rsid w:val="0061068E"/>
    <w:rsid w:val="00647712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0E94"/>
    <w:rsid w:val="00743525"/>
    <w:rsid w:val="007531A0"/>
    <w:rsid w:val="0076286B"/>
    <w:rsid w:val="00764595"/>
    <w:rsid w:val="00766846"/>
    <w:rsid w:val="0077673A"/>
    <w:rsid w:val="007846E1"/>
    <w:rsid w:val="007B570C"/>
    <w:rsid w:val="007D586F"/>
    <w:rsid w:val="007E3699"/>
    <w:rsid w:val="007E4A6E"/>
    <w:rsid w:val="007F56A7"/>
    <w:rsid w:val="007F626E"/>
    <w:rsid w:val="00807DD0"/>
    <w:rsid w:val="00813F11"/>
    <w:rsid w:val="00833FA8"/>
    <w:rsid w:val="00847148"/>
    <w:rsid w:val="00856E6D"/>
    <w:rsid w:val="008841FB"/>
    <w:rsid w:val="0088472C"/>
    <w:rsid w:val="00891334"/>
    <w:rsid w:val="008938A8"/>
    <w:rsid w:val="008A3568"/>
    <w:rsid w:val="008D03B9"/>
    <w:rsid w:val="008F18D6"/>
    <w:rsid w:val="008F3F6A"/>
    <w:rsid w:val="00904780"/>
    <w:rsid w:val="009113A8"/>
    <w:rsid w:val="00922385"/>
    <w:rsid w:val="009223DF"/>
    <w:rsid w:val="009231AC"/>
    <w:rsid w:val="00936091"/>
    <w:rsid w:val="00940D8A"/>
    <w:rsid w:val="00962258"/>
    <w:rsid w:val="009678B7"/>
    <w:rsid w:val="00982411"/>
    <w:rsid w:val="00992D9C"/>
    <w:rsid w:val="00994716"/>
    <w:rsid w:val="00996CB8"/>
    <w:rsid w:val="009A7568"/>
    <w:rsid w:val="009B2E97"/>
    <w:rsid w:val="009B3C69"/>
    <w:rsid w:val="009B72CC"/>
    <w:rsid w:val="009C7B39"/>
    <w:rsid w:val="009D238E"/>
    <w:rsid w:val="009E07F4"/>
    <w:rsid w:val="009F392E"/>
    <w:rsid w:val="00A44328"/>
    <w:rsid w:val="00A55924"/>
    <w:rsid w:val="00A6177B"/>
    <w:rsid w:val="00A62550"/>
    <w:rsid w:val="00A66136"/>
    <w:rsid w:val="00A717FC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37DE1"/>
    <w:rsid w:val="00B45E9E"/>
    <w:rsid w:val="00B55F9C"/>
    <w:rsid w:val="00B64A4A"/>
    <w:rsid w:val="00B74A8E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90D8A"/>
    <w:rsid w:val="00CA4311"/>
    <w:rsid w:val="00CB418B"/>
    <w:rsid w:val="00CB7B5A"/>
    <w:rsid w:val="00CC1E2B"/>
    <w:rsid w:val="00CD1FC4"/>
    <w:rsid w:val="00CE371D"/>
    <w:rsid w:val="00D02A4D"/>
    <w:rsid w:val="00D17AC7"/>
    <w:rsid w:val="00D17BD5"/>
    <w:rsid w:val="00D21061"/>
    <w:rsid w:val="00D24BD9"/>
    <w:rsid w:val="00D316A7"/>
    <w:rsid w:val="00D360FA"/>
    <w:rsid w:val="00D4108E"/>
    <w:rsid w:val="00D548C8"/>
    <w:rsid w:val="00D6163D"/>
    <w:rsid w:val="00D63009"/>
    <w:rsid w:val="00D700B4"/>
    <w:rsid w:val="00D71967"/>
    <w:rsid w:val="00D748ED"/>
    <w:rsid w:val="00D762E3"/>
    <w:rsid w:val="00D831A3"/>
    <w:rsid w:val="00D902AD"/>
    <w:rsid w:val="00DA6FFE"/>
    <w:rsid w:val="00DC3110"/>
    <w:rsid w:val="00DD46F3"/>
    <w:rsid w:val="00DD58A6"/>
    <w:rsid w:val="00DD66BF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26A1C"/>
    <w:rsid w:val="00F310F8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B46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96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219A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133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26</cp:revision>
  <cp:lastPrinted>2024-07-11T07:50:00Z</cp:lastPrinted>
  <dcterms:created xsi:type="dcterms:W3CDTF">2024-03-21T11:51:00Z</dcterms:created>
  <dcterms:modified xsi:type="dcterms:W3CDTF">2024-07-11T08:23:00Z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